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89" w:rsidRDefault="00FD6589" w:rsidP="006D3FE4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Інститут інноваційних технологій і змісту освіти повідомляє!</w:t>
      </w:r>
    </w:p>
    <w:p w:rsidR="00FD6589" w:rsidRDefault="00FD6589" w:rsidP="006D3FE4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проведенні моніторингу якості загальної середньої освіти з технологій за результатами навчання учнів в основній школі при об’єднаному навчанні хлопців і дівчат використовуються інтегровані завдання із збірників завдань, призначених для проведення моніторингу якості загальної середньої освіти з технологій (технічні і обслуговуючі види праці), складені вчителями на місцях з дотриманням вимог визначених у пояснювальних записках збірників або ж використовують чинні збірники окремо.</w:t>
      </w:r>
    </w:p>
    <w:p w:rsidR="00FD6589" w:rsidRDefault="00FD6589" w:rsidP="006D3FE4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випадку навчання учнів за експериментальними програмами, в яких реалізується навчання у 5-7 класах, незалежно від форми організації спільно або окремо хлопці і дівчата, моніторинг – не проводиться.</w:t>
      </w:r>
    </w:p>
    <w:sectPr w:rsidR="00FD6589" w:rsidSect="00EE6D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60"/>
    <w:rsid w:val="0020415B"/>
    <w:rsid w:val="002710C2"/>
    <w:rsid w:val="0035676C"/>
    <w:rsid w:val="003C1BE5"/>
    <w:rsid w:val="0043592C"/>
    <w:rsid w:val="005B52C9"/>
    <w:rsid w:val="006D3FE4"/>
    <w:rsid w:val="00776A82"/>
    <w:rsid w:val="00987AD8"/>
    <w:rsid w:val="00A56C60"/>
    <w:rsid w:val="00AC170E"/>
    <w:rsid w:val="00EE6DA9"/>
    <w:rsid w:val="00F05826"/>
    <w:rsid w:val="00FD6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DA9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1</Pages>
  <Words>111</Words>
  <Characters>637</Characters>
  <Application>Microsoft Office Outlook</Application>
  <DocSecurity>0</DocSecurity>
  <Lines>0</Lines>
  <Paragraphs>0</Paragraphs>
  <ScaleCrop>false</ScaleCrop>
  <Company>slider999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</dc:creator>
  <cp:keywords/>
  <dc:description/>
  <cp:lastModifiedBy>User</cp:lastModifiedBy>
  <cp:revision>5</cp:revision>
  <cp:lastPrinted>2013-12-02T10:01:00Z</cp:lastPrinted>
  <dcterms:created xsi:type="dcterms:W3CDTF">2013-12-02T09:09:00Z</dcterms:created>
  <dcterms:modified xsi:type="dcterms:W3CDTF">2013-12-02T12:37:00Z</dcterms:modified>
</cp:coreProperties>
</file>